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4F01292D"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042CD4">
        <w:rPr>
          <w:spacing w:val="0"/>
        </w:rPr>
        <w:t>3549</w:t>
      </w:r>
      <w:r w:rsidR="00E46584">
        <w:rPr>
          <w:spacing w:val="0"/>
        </w:rPr>
        <w:t xml:space="preserve"> </w:t>
      </w:r>
      <w:r w:rsidR="00402161">
        <w:rPr>
          <w:spacing w:val="0"/>
        </w:rPr>
        <w:t>„</w:t>
      </w:r>
      <w:r w:rsidR="00402161" w:rsidRPr="00402161">
        <w:rPr>
          <w:spacing w:val="0"/>
        </w:rPr>
        <w:t>RMK hallatavatelt maadelt jäätmete likvideerimine (</w:t>
      </w:r>
      <w:r w:rsidR="00A75054">
        <w:rPr>
          <w:spacing w:val="0"/>
        </w:rPr>
        <w:t>1</w:t>
      </w:r>
      <w:r w:rsidR="00697291">
        <w:rPr>
          <w:spacing w:val="0"/>
        </w:rPr>
        <w:t>2</w:t>
      </w:r>
      <w:r w:rsidR="00402161" w:rsidRPr="00402161">
        <w:rPr>
          <w:spacing w:val="0"/>
        </w:rPr>
        <w:t>)</w:t>
      </w:r>
      <w:r w:rsidR="00402161">
        <w:rPr>
          <w:spacing w:val="0"/>
        </w:rPr>
        <w:t>“</w:t>
      </w:r>
      <w:r w:rsidRPr="003F6EFA">
        <w:rPr>
          <w:spacing w:val="0"/>
        </w:rPr>
        <w:t xml:space="preserve"> (viitenumber </w:t>
      </w:r>
      <w:r w:rsidR="00042CD4">
        <w:rPr>
          <w:spacing w:val="0"/>
        </w:rPr>
        <w:t>3</w:t>
      </w:r>
      <w:r w:rsidR="00697291">
        <w:rPr>
          <w:spacing w:val="0"/>
        </w:rPr>
        <w:t>02718</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7D1BB3F4"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A75054">
        <w:rPr>
          <w:spacing w:val="0"/>
        </w:rPr>
        <w:t>1</w:t>
      </w:r>
      <w:r w:rsidR="00697291">
        <w:rPr>
          <w:spacing w:val="0"/>
        </w:rPr>
        <w:t>2</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697291">
        <w:rPr>
          <w:spacing w:val="0"/>
        </w:rPr>
        <w:t>302718</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697291"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42CD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3C7"/>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E449D"/>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A758B"/>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97291"/>
    <w:rsid w:val="006A1418"/>
    <w:rsid w:val="006B4ED6"/>
    <w:rsid w:val="006C0B74"/>
    <w:rsid w:val="006D01D3"/>
    <w:rsid w:val="006D0AD9"/>
    <w:rsid w:val="006D75CB"/>
    <w:rsid w:val="006E301A"/>
    <w:rsid w:val="006F18B4"/>
    <w:rsid w:val="006F38C8"/>
    <w:rsid w:val="00700510"/>
    <w:rsid w:val="007034D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17CB"/>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4400C"/>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3F3F"/>
    <w:rsid w:val="00A75054"/>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5A758B"/>
    <w:rsid w:val="00664A76"/>
    <w:rsid w:val="007034D0"/>
    <w:rsid w:val="00715AA1"/>
    <w:rsid w:val="00796371"/>
    <w:rsid w:val="007A1CF1"/>
    <w:rsid w:val="007F17CB"/>
    <w:rsid w:val="0084380B"/>
    <w:rsid w:val="0084400C"/>
    <w:rsid w:val="00911C60"/>
    <w:rsid w:val="009365FB"/>
    <w:rsid w:val="009908AE"/>
    <w:rsid w:val="009B2A4E"/>
    <w:rsid w:val="00A73F3F"/>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4</TotalTime>
  <Pages>11</Pages>
  <Words>3191</Words>
  <Characters>23930</Characters>
  <Application>Microsoft Office Word</Application>
  <DocSecurity>0</DocSecurity>
  <Lines>199</Lines>
  <Paragraphs>54</Paragraphs>
  <ScaleCrop>false</ScaleCrop>
  <Company>RMK</Company>
  <LinksUpToDate>false</LinksUpToDate>
  <CharactersWithSpaces>27067</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6</cp:revision>
  <cp:lastPrinted>2014-04-25T00:30:00Z</cp:lastPrinted>
  <dcterms:created xsi:type="dcterms:W3CDTF">2025-10-21T10:21:00Z</dcterms:created>
  <dcterms:modified xsi:type="dcterms:W3CDTF">2025-11-12T06:47:00Z</dcterms:modified>
</cp:coreProperties>
</file>